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41CE" w14:textId="6A2DA192" w:rsidR="00A14C28" w:rsidRDefault="00A14C28" w:rsidP="00A14C28">
      <w:pPr>
        <w:spacing w:after="160" w:line="256" w:lineRule="auto"/>
        <w:jc w:val="right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>
        <w:rPr>
          <w:rFonts w:ascii="Trebuchet MS" w:eastAsia="Times New Roman" w:hAnsi="Trebuchet MS" w:cs="Times New Roman"/>
          <w:sz w:val="24"/>
          <w:szCs w:val="22"/>
          <w:lang w:eastAsia="en-US"/>
        </w:rPr>
        <w:t xml:space="preserve">ANEXA </w:t>
      </w:r>
      <w:r w:rsidR="00277530">
        <w:rPr>
          <w:rFonts w:ascii="Trebuchet MS" w:eastAsia="Times New Roman" w:hAnsi="Trebuchet MS" w:cs="Times New Roman"/>
          <w:sz w:val="24"/>
          <w:szCs w:val="22"/>
          <w:lang w:eastAsia="en-US"/>
        </w:rPr>
        <w:t>3</w:t>
      </w:r>
    </w:p>
    <w:p w14:paraId="41F50602" w14:textId="77777777" w:rsidR="00D12ACB" w:rsidRPr="00D12ACB" w:rsidRDefault="00D12ACB" w:rsidP="00D12ACB">
      <w:pPr>
        <w:spacing w:after="160" w:line="256" w:lineRule="auto"/>
        <w:jc w:val="center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Model fișă de proiect DLRC</w:t>
      </w:r>
    </w:p>
    <w:p w14:paraId="6FF46220" w14:textId="77777777" w:rsidR="00D12ACB" w:rsidRPr="00D12ACB" w:rsidRDefault="00D12ACB" w:rsidP="00D12ACB">
      <w:pPr>
        <w:spacing w:after="160" w:line="256" w:lineRule="auto"/>
        <w:jc w:val="center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0D6558F1" w14:textId="77777777" w:rsidR="00D12ACB" w:rsidRPr="00D12ACB" w:rsidRDefault="00D12ACB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Program: &lt;Programul Incluziune și Demnitate Socială&gt;</w:t>
      </w:r>
    </w:p>
    <w:p w14:paraId="0411DE03" w14:textId="77777777" w:rsidR="00D12ACB" w:rsidRDefault="00D12ACB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Prioritate: &lt;</w:t>
      </w:r>
      <w:r w:rsidRPr="00D12AC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P01. Dezvoltarea locală plasată sub responsabilitatea comunității&gt;</w:t>
      </w:r>
    </w:p>
    <w:p w14:paraId="7F7A2E1C" w14:textId="1B715D16" w:rsidR="00860754" w:rsidRPr="00D12ACB" w:rsidRDefault="00860754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860754">
        <w:rPr>
          <w:rFonts w:ascii="Trebuchet MS" w:eastAsia="Times New Roman" w:hAnsi="Trebuchet MS" w:cs="Times New Roman"/>
          <w:sz w:val="24"/>
          <w:szCs w:val="22"/>
          <w:lang w:eastAsia="en-US"/>
        </w:rPr>
        <w:t>Obiectiv de politică: &lt; 4. O Europă mai  socială și mai  favorabilă incluziunii,  prin implementarea  Pilonului european al  drepturilor sociale&gt;</w:t>
      </w:r>
    </w:p>
    <w:p w14:paraId="65725FC1" w14:textId="2035DED0" w:rsidR="00D12ACB" w:rsidRPr="00D12ACB" w:rsidRDefault="00D12ACB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 xml:space="preserve">Fond: </w:t>
      </w:r>
    </w:p>
    <w:p w14:paraId="6FD05982" w14:textId="0A2DF5A8" w:rsidR="00D12ACB" w:rsidRPr="00D12ACB" w:rsidRDefault="00D12ACB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 xml:space="preserve">Obiectiv specific: </w:t>
      </w:r>
    </w:p>
    <w:p w14:paraId="2706CDBC" w14:textId="4DB18E8E" w:rsidR="00D12ACB" w:rsidRPr="00D12ACB" w:rsidRDefault="00D12ACB" w:rsidP="00D12ACB">
      <w:pPr>
        <w:ind w:left="225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 xml:space="preserve">Cerere de propuneri: </w:t>
      </w:r>
    </w:p>
    <w:p w14:paraId="4B0F625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83D650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Denumire proiect</w:t>
      </w:r>
    </w:p>
    <w:tbl>
      <w:tblPr>
        <w:tblW w:w="912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7"/>
      </w:tblGrid>
      <w:tr w:rsidR="00D12ACB" w:rsidRPr="00D12ACB" w14:paraId="642EC16B" w14:textId="77777777" w:rsidTr="00D12ACB">
        <w:tc>
          <w:tcPr>
            <w:tcW w:w="9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A6057" w14:textId="77777777" w:rsidR="00D12ACB" w:rsidRPr="00D12ACB" w:rsidRDefault="00D12ACB" w:rsidP="00D12ACB">
            <w:pPr>
              <w:spacing w:after="160" w:line="256" w:lineRule="auto"/>
              <w:rPr>
                <w:rFonts w:cs="Times New Roman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</w:p>
        </w:tc>
      </w:tr>
    </w:tbl>
    <w:p w14:paraId="70BF2193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6F78005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Solicitant</w:t>
      </w:r>
    </w:p>
    <w:tbl>
      <w:tblPr>
        <w:tblW w:w="9281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1"/>
      </w:tblGrid>
      <w:tr w:rsidR="00D12ACB" w:rsidRPr="00D12ACB" w14:paraId="5F6E05E1" w14:textId="77777777" w:rsidTr="00E71620">
        <w:trPr>
          <w:trHeight w:val="624"/>
        </w:trPr>
        <w:tc>
          <w:tcPr>
            <w:tcW w:w="9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1A75A" w14:textId="77777777" w:rsidR="00D12ACB" w:rsidRPr="00D12ACB" w:rsidRDefault="00D12ACB" w:rsidP="00E71620">
            <w:pPr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 - include date financiare, date entitate, finanţări anterioare, din care: finanţări complementare</w:t>
            </w:r>
          </w:p>
        </w:tc>
      </w:tr>
    </w:tbl>
    <w:p w14:paraId="1AE46EF1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880E419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Responsabil proiect/Persoana de contact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19D279F3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B770A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A9D2569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9B1079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Atribute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83263D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CC22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702DC024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6312163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Capacitate solicitant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D5E57F5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A93A1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761555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C144792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Localizare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49C7D10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A78C4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11AB64AC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7741CD82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Zona geografică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07165AD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5E8D1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49569030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18E66253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Scopul proiectului şi realizările preconizate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EE98457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6B84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0F86EF0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68D7959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Obiective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5FD30B2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52AF1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0D421201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AB97513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Justificare/Context/Relevanţă/Oportunitate şi contribuţia la obiectivul specific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13C5CE8A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D2307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3BAD5E2" w14:textId="77777777" w:rsidR="00E71620" w:rsidRDefault="00E71620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1AC302B" w14:textId="77777777" w:rsidR="00E71620" w:rsidRDefault="00E71620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BBEB0F7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lastRenderedPageBreak/>
        <w:t>Secţiunea: Caracter durabil al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53B06BF8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7CD6B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22AEAB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37BAF0C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Riscuri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84BF75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73228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455D3B32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4B4BE8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Grup-ţintă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05ACC03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E71A6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66517FB4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5F9D1CE4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Principii orizontale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CCDDFC7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A4460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10ECB62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1F9D2C4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Coerenţa cu politica de mediu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10B153B6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81959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7DE521A3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5A487714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Metodologia de implementare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8920168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D26B0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144CD9F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63526A7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Maturitatea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0FECA0B1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C191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 – doar pentru proiectele cu finanțare din FEDR</w:t>
            </w:r>
          </w:p>
        </w:tc>
      </w:tr>
    </w:tbl>
    <w:p w14:paraId="03DD6578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5F8A64C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Descrierea investiţiei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2D29541F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97C10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 doar pentru proiectele cu finanțare din FEDR</w:t>
            </w:r>
          </w:p>
        </w:tc>
      </w:tr>
    </w:tbl>
    <w:p w14:paraId="258CE8B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9C8FBA4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Documentaţii tehnico-economice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9DA53B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94C7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 doar pentru proiectele cu finanțare din FEDR</w:t>
            </w:r>
          </w:p>
        </w:tc>
      </w:tr>
    </w:tbl>
    <w:p w14:paraId="47CB2B0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583EED1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Indicatori de realizare şi de rezultat (program)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22F197F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A1F4A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43F1FF2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5D603DC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Plan de achiziţii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4A7BCDD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EEB75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0A95290C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175466B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Resurse umane implicate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24140E2A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5142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307038D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5C41C3A2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Rezultate aşteptate/Realizări aşteptate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5338501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AFFC8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482600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77951C3E" w14:textId="77777777" w:rsidR="00E71620" w:rsidRDefault="00E71620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28AB3008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lastRenderedPageBreak/>
        <w:t>Secţiunea: Activităţi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3"/>
      </w:tblGrid>
      <w:tr w:rsidR="00D12ACB" w:rsidRPr="00D12ACB" w14:paraId="2551E3A8" w14:textId="77777777" w:rsidTr="00D12A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E78EC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 - include împărţirea în activitate de bază şi activitate conexă, precum şi graficul de implementare a proiectului</w:t>
            </w:r>
          </w:p>
        </w:tc>
      </w:tr>
    </w:tbl>
    <w:p w14:paraId="5197696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8B3E8FE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Indicatori de etapă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76E46199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E17C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2811F0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1E8FE6FF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Planul de monitorizare a proiectului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5FDE9B1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D98DC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8FB06D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14324C7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679FA9F7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6AD9F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734856A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9310A0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Zona vizată de proiect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34D28EC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B7635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0CBCDCC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46ED918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Domeniu de intervenţie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5AD1B8C6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B51E5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AAA6410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5CD9560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Formă de sprijin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2F2C497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85C5E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10BCA8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C65648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Dimensiune punere în practică teritorială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4D7E671B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E4D75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05465C57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77512DCC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Dimensiune localizare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22E15E8D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6F428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3AF50DA8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6619C45D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Teme secundare în cadrul FSE+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5D95A767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F17EE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5143FF1F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389F26E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Buget - Dimensiunea egalităţii de gen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4BF3FE4A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408D7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obligatorie</w:t>
            </w:r>
          </w:p>
        </w:tc>
      </w:tr>
    </w:tbl>
    <w:p w14:paraId="6A6F4315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496D738A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Secţiunea: Alte informaţii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33C486AC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65917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156F3A9F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672899D6" w14:textId="77777777" w:rsidR="00D12ACB" w:rsidRPr="00D12ACB" w:rsidRDefault="00D12ACB" w:rsidP="00D12ACB">
      <w:pPr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  <w:r w:rsidRPr="00D12ACB">
        <w:rPr>
          <w:rFonts w:ascii="Trebuchet MS" w:eastAsia="Times New Roman" w:hAnsi="Trebuchet MS" w:cs="Times New Roman"/>
          <w:sz w:val="24"/>
          <w:szCs w:val="22"/>
          <w:lang w:eastAsia="en-US"/>
        </w:rPr>
        <w:t>Anexele cererii de finanţare</w:t>
      </w:r>
    </w:p>
    <w:tbl>
      <w:tblPr>
        <w:tblW w:w="921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</w:tblGrid>
      <w:tr w:rsidR="00D12ACB" w:rsidRPr="00D12ACB" w14:paraId="458D35E5" w14:textId="77777777" w:rsidTr="00D12ACB">
        <w:tc>
          <w:tcPr>
            <w:tcW w:w="9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289CD" w14:textId="77777777" w:rsidR="00D12ACB" w:rsidRPr="00D12ACB" w:rsidRDefault="00D12ACB" w:rsidP="00D12ACB">
            <w:pPr>
              <w:spacing w:after="160" w:line="256" w:lineRule="auto"/>
              <w:jc w:val="both"/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</w:pPr>
            <w:r w:rsidRPr="00D12ACB">
              <w:rPr>
                <w:rFonts w:ascii="Trebuchet MS" w:eastAsia="Times New Roman" w:hAnsi="Trebuchet MS" w:cs="Times New Roman"/>
                <w:kern w:val="2"/>
                <w:sz w:val="24"/>
                <w:szCs w:val="22"/>
                <w:lang w:val="en-US" w:eastAsia="en-US"/>
                <w14:ligatures w14:val="standardContextual"/>
              </w:rPr>
              <w:t>Secţiune specifică apelului de proiecte</w:t>
            </w:r>
          </w:p>
        </w:tc>
      </w:tr>
    </w:tbl>
    <w:p w14:paraId="5559636A" w14:textId="77777777" w:rsidR="00D12ACB" w:rsidRPr="00D12ACB" w:rsidRDefault="00D12ACB" w:rsidP="00D12ACB">
      <w:pPr>
        <w:spacing w:after="160" w:line="256" w:lineRule="auto"/>
        <w:jc w:val="both"/>
        <w:rPr>
          <w:rFonts w:ascii="Trebuchet MS" w:eastAsia="Times New Roman" w:hAnsi="Trebuchet MS" w:cs="Times New Roman"/>
          <w:sz w:val="24"/>
          <w:szCs w:val="22"/>
          <w:lang w:eastAsia="en-US"/>
        </w:rPr>
      </w:pPr>
    </w:p>
    <w:p w14:paraId="0804E931" w14:textId="77777777" w:rsidR="005A3363" w:rsidRPr="005A3363" w:rsidRDefault="005A3363" w:rsidP="00A15D80">
      <w:pPr>
        <w:spacing w:line="360" w:lineRule="auto"/>
        <w:ind w:left="-720" w:right="-720" w:firstLine="720"/>
        <w:jc w:val="center"/>
        <w:rPr>
          <w:rFonts w:ascii="Trebuchet MS" w:eastAsia="Trebuchet MS" w:hAnsi="Trebuchet MS"/>
          <w:b/>
          <w:sz w:val="12"/>
          <w:szCs w:val="12"/>
        </w:rPr>
      </w:pPr>
    </w:p>
    <w:p w14:paraId="3F72BD77" w14:textId="77777777" w:rsidR="005A3363" w:rsidRPr="005A3363" w:rsidRDefault="005A3363" w:rsidP="00A15D80">
      <w:pPr>
        <w:spacing w:line="360" w:lineRule="auto"/>
        <w:ind w:left="-720" w:right="-720" w:firstLine="720"/>
        <w:jc w:val="center"/>
        <w:rPr>
          <w:rFonts w:ascii="Trebuchet MS" w:eastAsia="Trebuchet MS" w:hAnsi="Trebuchet MS"/>
          <w:b/>
          <w:sz w:val="12"/>
          <w:szCs w:val="12"/>
        </w:rPr>
      </w:pPr>
    </w:p>
    <w:sectPr w:rsidR="005A3363" w:rsidRPr="005A3363" w:rsidSect="00E71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97B66" w14:textId="77777777" w:rsidR="00BB754E" w:rsidRDefault="00BB754E" w:rsidP="00AB1717">
      <w:r>
        <w:separator/>
      </w:r>
    </w:p>
  </w:endnote>
  <w:endnote w:type="continuationSeparator" w:id="0">
    <w:p w14:paraId="2A4C5875" w14:textId="77777777" w:rsidR="00BB754E" w:rsidRDefault="00BB754E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54D6" w14:textId="77777777" w:rsidR="002E18A3" w:rsidRDefault="002E18A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DECF8" w14:textId="3B597156" w:rsidR="00E71620" w:rsidRDefault="00E71620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330D9C9C">
          <wp:simplePos x="0" y="0"/>
          <wp:positionH relativeFrom="column">
            <wp:posOffset>3318510</wp:posOffset>
          </wp:positionH>
          <wp:positionV relativeFrom="paragraph">
            <wp:posOffset>-28575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84668F" w14:textId="54D64672" w:rsidR="004720E3" w:rsidRDefault="00E71620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715DB5A0">
          <wp:simplePos x="0" y="0"/>
          <wp:positionH relativeFrom="column">
            <wp:posOffset>5592445</wp:posOffset>
          </wp:positionH>
          <wp:positionV relativeFrom="paragraph">
            <wp:posOffset>-189230</wp:posOffset>
          </wp:positionV>
          <wp:extent cx="604520" cy="604520"/>
          <wp:effectExtent l="0" t="0" r="5080" b="508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0CB06" w14:textId="77777777" w:rsidR="002E18A3" w:rsidRDefault="002E18A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A9F5D" w14:textId="77777777" w:rsidR="00BB754E" w:rsidRDefault="00BB754E" w:rsidP="00AB1717">
      <w:r>
        <w:separator/>
      </w:r>
    </w:p>
  </w:footnote>
  <w:footnote w:type="continuationSeparator" w:id="0">
    <w:p w14:paraId="6ABDF085" w14:textId="77777777" w:rsidR="00BB754E" w:rsidRDefault="00BB754E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4316" w14:textId="66DC30EF" w:rsidR="002E18A3" w:rsidRDefault="002E18A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284E418E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97CF1" w14:textId="22991C37" w:rsidR="002E18A3" w:rsidRDefault="002E18A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2CAC"/>
    <w:multiLevelType w:val="hybridMultilevel"/>
    <w:tmpl w:val="D916A9E2"/>
    <w:lvl w:ilvl="0" w:tplc="F40C2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E4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B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EF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AE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4A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EA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8A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C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2FAA"/>
    <w:multiLevelType w:val="hybridMultilevel"/>
    <w:tmpl w:val="871CBACC"/>
    <w:lvl w:ilvl="0" w:tplc="C464B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0B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E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EE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E6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B8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8E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84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854F3D"/>
    <w:multiLevelType w:val="multilevel"/>
    <w:tmpl w:val="1E3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21FF4"/>
    <w:multiLevelType w:val="hybridMultilevel"/>
    <w:tmpl w:val="15A0EE3A"/>
    <w:lvl w:ilvl="0" w:tplc="B5040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F0C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8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B6E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09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D65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6E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8C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00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E37710"/>
    <w:multiLevelType w:val="hybridMultilevel"/>
    <w:tmpl w:val="D56E8836"/>
    <w:lvl w:ilvl="0" w:tplc="29F6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10B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28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9A5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00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21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AB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4A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C60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10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EF977B9"/>
    <w:multiLevelType w:val="hybridMultilevel"/>
    <w:tmpl w:val="8AFEA2BE"/>
    <w:lvl w:ilvl="0" w:tplc="747C4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08A066">
      <w:start w:val="180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6A48D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2C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87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0E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4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28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6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F728A"/>
    <w:multiLevelType w:val="hybridMultilevel"/>
    <w:tmpl w:val="D402DF20"/>
    <w:lvl w:ilvl="0" w:tplc="82102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66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4C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8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860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CF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A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241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4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9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0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1139692394">
    <w:abstractNumId w:val="12"/>
  </w:num>
  <w:num w:numId="2" w16cid:durableId="1002665266">
    <w:abstractNumId w:val="11"/>
  </w:num>
  <w:num w:numId="3" w16cid:durableId="1143428245">
    <w:abstractNumId w:val="29"/>
  </w:num>
  <w:num w:numId="4" w16cid:durableId="84150113">
    <w:abstractNumId w:val="23"/>
  </w:num>
  <w:num w:numId="5" w16cid:durableId="1791779983">
    <w:abstractNumId w:val="28"/>
  </w:num>
  <w:num w:numId="6" w16cid:durableId="274556265">
    <w:abstractNumId w:val="30"/>
  </w:num>
  <w:num w:numId="7" w16cid:durableId="1160928053">
    <w:abstractNumId w:val="9"/>
  </w:num>
  <w:num w:numId="8" w16cid:durableId="1109856793">
    <w:abstractNumId w:val="7"/>
  </w:num>
  <w:num w:numId="9" w16cid:durableId="543712718">
    <w:abstractNumId w:val="20"/>
  </w:num>
  <w:num w:numId="10" w16cid:durableId="521358207">
    <w:abstractNumId w:val="27"/>
  </w:num>
  <w:num w:numId="11" w16cid:durableId="1825465640">
    <w:abstractNumId w:val="25"/>
  </w:num>
  <w:num w:numId="12" w16cid:durableId="1210268367">
    <w:abstractNumId w:val="13"/>
  </w:num>
  <w:num w:numId="13" w16cid:durableId="854687124">
    <w:abstractNumId w:val="17"/>
  </w:num>
  <w:num w:numId="14" w16cid:durableId="1422796020">
    <w:abstractNumId w:val="10"/>
  </w:num>
  <w:num w:numId="15" w16cid:durableId="729382786">
    <w:abstractNumId w:val="19"/>
  </w:num>
  <w:num w:numId="16" w16cid:durableId="642929051">
    <w:abstractNumId w:val="21"/>
  </w:num>
  <w:num w:numId="17" w16cid:durableId="1309558684">
    <w:abstractNumId w:val="14"/>
  </w:num>
  <w:num w:numId="18" w16cid:durableId="83042422">
    <w:abstractNumId w:val="8"/>
  </w:num>
  <w:num w:numId="19" w16cid:durableId="71857676">
    <w:abstractNumId w:val="16"/>
  </w:num>
  <w:num w:numId="20" w16cid:durableId="430315833">
    <w:abstractNumId w:val="6"/>
  </w:num>
  <w:num w:numId="21" w16cid:durableId="413864502">
    <w:abstractNumId w:val="24"/>
  </w:num>
  <w:num w:numId="22" w16cid:durableId="16776144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8621498">
    <w:abstractNumId w:val="18"/>
  </w:num>
  <w:num w:numId="24" w16cid:durableId="463739333">
    <w:abstractNumId w:val="5"/>
  </w:num>
  <w:num w:numId="25" w16cid:durableId="1956405779">
    <w:abstractNumId w:val="15"/>
  </w:num>
  <w:num w:numId="26" w16cid:durableId="853571763">
    <w:abstractNumId w:val="2"/>
  </w:num>
  <w:num w:numId="27" w16cid:durableId="1091465772">
    <w:abstractNumId w:val="4"/>
  </w:num>
  <w:num w:numId="28" w16cid:durableId="564149508">
    <w:abstractNumId w:val="0"/>
  </w:num>
  <w:num w:numId="29" w16cid:durableId="1041125311">
    <w:abstractNumId w:val="3"/>
  </w:num>
  <w:num w:numId="30" w16cid:durableId="1501508366">
    <w:abstractNumId w:val="1"/>
  </w:num>
  <w:num w:numId="31" w16cid:durableId="20016889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70A49"/>
    <w:rsid w:val="000969E1"/>
    <w:rsid w:val="000C0B43"/>
    <w:rsid w:val="000C1CD2"/>
    <w:rsid w:val="000C2E11"/>
    <w:rsid w:val="000D427A"/>
    <w:rsid w:val="000D464A"/>
    <w:rsid w:val="000E2DE4"/>
    <w:rsid w:val="000F3DAC"/>
    <w:rsid w:val="000F4924"/>
    <w:rsid w:val="00100DF5"/>
    <w:rsid w:val="001156D5"/>
    <w:rsid w:val="001267CC"/>
    <w:rsid w:val="0013356F"/>
    <w:rsid w:val="001452F6"/>
    <w:rsid w:val="00152FC5"/>
    <w:rsid w:val="00166119"/>
    <w:rsid w:val="00171DB5"/>
    <w:rsid w:val="00185C81"/>
    <w:rsid w:val="00191E36"/>
    <w:rsid w:val="001948AF"/>
    <w:rsid w:val="001B5AC2"/>
    <w:rsid w:val="001C24E7"/>
    <w:rsid w:val="001C7BE7"/>
    <w:rsid w:val="001E0C13"/>
    <w:rsid w:val="001E122F"/>
    <w:rsid w:val="001E65EA"/>
    <w:rsid w:val="0020019F"/>
    <w:rsid w:val="0022780B"/>
    <w:rsid w:val="0023057F"/>
    <w:rsid w:val="002305FC"/>
    <w:rsid w:val="002361B6"/>
    <w:rsid w:val="00242874"/>
    <w:rsid w:val="00246A92"/>
    <w:rsid w:val="00253AFC"/>
    <w:rsid w:val="002633C5"/>
    <w:rsid w:val="002704A5"/>
    <w:rsid w:val="0027348F"/>
    <w:rsid w:val="00274D36"/>
    <w:rsid w:val="00277530"/>
    <w:rsid w:val="00277580"/>
    <w:rsid w:val="00284469"/>
    <w:rsid w:val="002A5BAF"/>
    <w:rsid w:val="002B656B"/>
    <w:rsid w:val="002C1977"/>
    <w:rsid w:val="002C2C62"/>
    <w:rsid w:val="002D37DF"/>
    <w:rsid w:val="002E18A3"/>
    <w:rsid w:val="002E226E"/>
    <w:rsid w:val="002E2DAE"/>
    <w:rsid w:val="002F4E43"/>
    <w:rsid w:val="00303EDC"/>
    <w:rsid w:val="00317F5E"/>
    <w:rsid w:val="00336B6C"/>
    <w:rsid w:val="003700DE"/>
    <w:rsid w:val="003B196B"/>
    <w:rsid w:val="003B21BC"/>
    <w:rsid w:val="003B7F75"/>
    <w:rsid w:val="003F33D6"/>
    <w:rsid w:val="003F4720"/>
    <w:rsid w:val="0040230B"/>
    <w:rsid w:val="004131A7"/>
    <w:rsid w:val="00413FDB"/>
    <w:rsid w:val="00417706"/>
    <w:rsid w:val="00423B15"/>
    <w:rsid w:val="00435098"/>
    <w:rsid w:val="004455A6"/>
    <w:rsid w:val="004477FD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81E29"/>
    <w:rsid w:val="00590816"/>
    <w:rsid w:val="005954D5"/>
    <w:rsid w:val="00596831"/>
    <w:rsid w:val="005A3363"/>
    <w:rsid w:val="005C5D8E"/>
    <w:rsid w:val="0061421D"/>
    <w:rsid w:val="0061699E"/>
    <w:rsid w:val="00620682"/>
    <w:rsid w:val="00625175"/>
    <w:rsid w:val="00631ED2"/>
    <w:rsid w:val="00634285"/>
    <w:rsid w:val="006450A4"/>
    <w:rsid w:val="00646304"/>
    <w:rsid w:val="00655CDB"/>
    <w:rsid w:val="00661684"/>
    <w:rsid w:val="0066392D"/>
    <w:rsid w:val="00664EF3"/>
    <w:rsid w:val="0067399A"/>
    <w:rsid w:val="00677E42"/>
    <w:rsid w:val="006823AE"/>
    <w:rsid w:val="0069346B"/>
    <w:rsid w:val="006B0206"/>
    <w:rsid w:val="006D14B6"/>
    <w:rsid w:val="006D53E3"/>
    <w:rsid w:val="006F664F"/>
    <w:rsid w:val="00706CD6"/>
    <w:rsid w:val="00722A18"/>
    <w:rsid w:val="007963A1"/>
    <w:rsid w:val="00797878"/>
    <w:rsid w:val="007B1A6E"/>
    <w:rsid w:val="007D3B7F"/>
    <w:rsid w:val="007D43FF"/>
    <w:rsid w:val="007D467E"/>
    <w:rsid w:val="007F472F"/>
    <w:rsid w:val="007F6E96"/>
    <w:rsid w:val="008058D7"/>
    <w:rsid w:val="00810814"/>
    <w:rsid w:val="00815ED4"/>
    <w:rsid w:val="00816E71"/>
    <w:rsid w:val="00842048"/>
    <w:rsid w:val="0084536E"/>
    <w:rsid w:val="00852871"/>
    <w:rsid w:val="008561B2"/>
    <w:rsid w:val="00860754"/>
    <w:rsid w:val="00862CDE"/>
    <w:rsid w:val="00873EAB"/>
    <w:rsid w:val="00883758"/>
    <w:rsid w:val="0089003B"/>
    <w:rsid w:val="00895E23"/>
    <w:rsid w:val="008969EF"/>
    <w:rsid w:val="008A61AC"/>
    <w:rsid w:val="008B72EA"/>
    <w:rsid w:val="008B77B4"/>
    <w:rsid w:val="008E0C51"/>
    <w:rsid w:val="008E63D8"/>
    <w:rsid w:val="008F6CEC"/>
    <w:rsid w:val="00903DFD"/>
    <w:rsid w:val="0090650D"/>
    <w:rsid w:val="00911266"/>
    <w:rsid w:val="0091136C"/>
    <w:rsid w:val="0092205A"/>
    <w:rsid w:val="009373D2"/>
    <w:rsid w:val="0094137E"/>
    <w:rsid w:val="009467C9"/>
    <w:rsid w:val="00946A4B"/>
    <w:rsid w:val="0096791D"/>
    <w:rsid w:val="00982A81"/>
    <w:rsid w:val="00993E70"/>
    <w:rsid w:val="009C2901"/>
    <w:rsid w:val="009C6745"/>
    <w:rsid w:val="009D2A92"/>
    <w:rsid w:val="009E02AD"/>
    <w:rsid w:val="009F1612"/>
    <w:rsid w:val="009F29AC"/>
    <w:rsid w:val="009F33CB"/>
    <w:rsid w:val="00A14C28"/>
    <w:rsid w:val="00A15D80"/>
    <w:rsid w:val="00A24FE4"/>
    <w:rsid w:val="00A52E2A"/>
    <w:rsid w:val="00A56880"/>
    <w:rsid w:val="00A631BE"/>
    <w:rsid w:val="00A70C85"/>
    <w:rsid w:val="00A912B8"/>
    <w:rsid w:val="00A972CE"/>
    <w:rsid w:val="00AA01CB"/>
    <w:rsid w:val="00AA0560"/>
    <w:rsid w:val="00AA15B7"/>
    <w:rsid w:val="00AB06C0"/>
    <w:rsid w:val="00AB1717"/>
    <w:rsid w:val="00AC7FC7"/>
    <w:rsid w:val="00AE2029"/>
    <w:rsid w:val="00AF1D17"/>
    <w:rsid w:val="00AF2A9F"/>
    <w:rsid w:val="00B04D68"/>
    <w:rsid w:val="00B13ED0"/>
    <w:rsid w:val="00B36A1D"/>
    <w:rsid w:val="00B37718"/>
    <w:rsid w:val="00B51687"/>
    <w:rsid w:val="00B62728"/>
    <w:rsid w:val="00B63E9F"/>
    <w:rsid w:val="00B6761B"/>
    <w:rsid w:val="00B7047E"/>
    <w:rsid w:val="00B74BD1"/>
    <w:rsid w:val="00B942D0"/>
    <w:rsid w:val="00B9717F"/>
    <w:rsid w:val="00BA73DE"/>
    <w:rsid w:val="00BB0E17"/>
    <w:rsid w:val="00BB3C88"/>
    <w:rsid w:val="00BB754E"/>
    <w:rsid w:val="00BD07AF"/>
    <w:rsid w:val="00BD685A"/>
    <w:rsid w:val="00BE038E"/>
    <w:rsid w:val="00C01500"/>
    <w:rsid w:val="00C0368B"/>
    <w:rsid w:val="00C063D5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B6552"/>
    <w:rsid w:val="00CC2348"/>
    <w:rsid w:val="00CE2837"/>
    <w:rsid w:val="00CE2F0E"/>
    <w:rsid w:val="00CF38E2"/>
    <w:rsid w:val="00CF5E33"/>
    <w:rsid w:val="00D05936"/>
    <w:rsid w:val="00D12ACB"/>
    <w:rsid w:val="00D165BD"/>
    <w:rsid w:val="00D17FE9"/>
    <w:rsid w:val="00D433DB"/>
    <w:rsid w:val="00D4528A"/>
    <w:rsid w:val="00D456D1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71620"/>
    <w:rsid w:val="00E80237"/>
    <w:rsid w:val="00E85404"/>
    <w:rsid w:val="00EA6A7D"/>
    <w:rsid w:val="00EB2922"/>
    <w:rsid w:val="00EC532B"/>
    <w:rsid w:val="00ED5DBE"/>
    <w:rsid w:val="00EE23BE"/>
    <w:rsid w:val="00EE4BF7"/>
    <w:rsid w:val="00EF6BCB"/>
    <w:rsid w:val="00F06498"/>
    <w:rsid w:val="00F07C75"/>
    <w:rsid w:val="00F3710D"/>
    <w:rsid w:val="00F37E6B"/>
    <w:rsid w:val="00F41978"/>
    <w:rsid w:val="00F57B39"/>
    <w:rsid w:val="00F810E6"/>
    <w:rsid w:val="00F91312"/>
    <w:rsid w:val="00F92D5B"/>
    <w:rsid w:val="00F95F2A"/>
    <w:rsid w:val="00FA0E47"/>
    <w:rsid w:val="00FA77D7"/>
    <w:rsid w:val="00FE6B9F"/>
    <w:rsid w:val="00FF028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10589952-A928-401D-9369-DCF67E18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A33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69E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9E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Normal"/>
    <w:next w:val="Tabelgril"/>
    <w:uiPriority w:val="59"/>
    <w:rsid w:val="005A336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">
    <w:name w:val="Stil1"/>
    <w:basedOn w:val="Titlu2"/>
    <w:link w:val="Stil1Caracter"/>
    <w:qFormat/>
    <w:rsid w:val="005A3363"/>
    <w:pPr>
      <w:shd w:val="clear" w:color="auto" w:fill="C00000"/>
      <w:spacing w:before="40" w:line="276" w:lineRule="auto"/>
    </w:pPr>
    <w:rPr>
      <w:rFonts w:ascii="Times New Roman" w:hAnsi="Times New Roman"/>
      <w:bCs w:val="0"/>
      <w:color w:val="FFFFFF" w:themeColor="background1"/>
      <w:sz w:val="28"/>
      <w:szCs w:val="24"/>
      <w:lang w:eastAsia="en-US"/>
    </w:rPr>
  </w:style>
  <w:style w:type="character" w:customStyle="1" w:styleId="Stil1Caracter">
    <w:name w:val="Stil1 Caracter"/>
    <w:basedOn w:val="Titlu2Caracter"/>
    <w:link w:val="Stil1"/>
    <w:rsid w:val="005A3363"/>
    <w:rPr>
      <w:rFonts w:ascii="Times New Roman" w:eastAsiaTheme="majorEastAsia" w:hAnsi="Times New Roman" w:cstheme="majorBidi"/>
      <w:b/>
      <w:bCs w:val="0"/>
      <w:color w:val="FFFFFF" w:themeColor="background1"/>
      <w:sz w:val="28"/>
      <w:szCs w:val="24"/>
      <w:shd w:val="clear" w:color="auto" w:fill="C00000"/>
      <w:lang w:eastAsia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A33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B1CFE-15F0-4D38-8696-5799B5F5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11</TotalTime>
  <Pages>3</Pages>
  <Words>455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10</cp:revision>
  <cp:lastPrinted>2023-11-01T11:22:00Z</cp:lastPrinted>
  <dcterms:created xsi:type="dcterms:W3CDTF">2025-02-11T00:30:00Z</dcterms:created>
  <dcterms:modified xsi:type="dcterms:W3CDTF">2025-04-22T10:07:00Z</dcterms:modified>
</cp:coreProperties>
</file>